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C6765F" w:rsidRPr="000A63AF" w14:paraId="0E33E6A3" w14:textId="77777777" w:rsidTr="00D27DA8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543BE07C" w14:textId="498D2568" w:rsidR="00C55B29" w:rsidRPr="004C52E2" w:rsidRDefault="004C52E2" w:rsidP="00A1371A">
            <w:pPr>
              <w:spacing w:before="120"/>
              <w:rPr>
                <w:rFonts w:ascii="Century Gothic" w:hAnsi="Century Gothic"/>
              </w:rPr>
            </w:pPr>
            <w:r w:rsidRPr="004C52E2">
              <w:rPr>
                <w:rFonts w:ascii="Century Gothic" w:hAnsi="Century Gothic" w:cs="Tahoma"/>
              </w:rPr>
              <w:t>Joe has 50p and Lucas has £3.  Write the ratio of money for Joe and Lucas in its simplest form.</w:t>
            </w: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A1371A" w:rsidRDefault="00C6765F" w:rsidP="00A1371A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00753AE1" w14:textId="7B9B35DA" w:rsidR="001E2A93" w:rsidRPr="001E2A93" w:rsidRDefault="001E2A93" w:rsidP="001E2A93">
            <w:pPr>
              <w:spacing w:before="120" w:after="0"/>
              <w:rPr>
                <w:rFonts w:ascii="Century Gothic" w:hAnsi="Century Gothic" w:cs="Tahoma"/>
              </w:rPr>
            </w:pPr>
            <w:r w:rsidRPr="001E2A93">
              <w:rPr>
                <w:rFonts w:ascii="Century Gothic" w:hAnsi="Century Gothic" w:cs="Tahoma"/>
              </w:rPr>
              <w:t>Write the answers in their simplest form</w:t>
            </w:r>
          </w:p>
          <w:p w14:paraId="2C3E6D5E" w14:textId="24ABC4DB" w:rsidR="002460CE" w:rsidRPr="002460CE" w:rsidRDefault="002460CE" w:rsidP="002460CE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8</m:t>
                    </m:r>
                  </m:den>
                </m:f>
                <m:r>
                  <w:rPr>
                    <w:rFonts w:ascii="Cambria Math" w:hAnsi="Cambria Math" w:cs="Tahoma"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7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  <w:p w14:paraId="1B5E5D74" w14:textId="71F66D1D" w:rsidR="00C6765F" w:rsidRPr="001E2A93" w:rsidRDefault="002460CE" w:rsidP="002460CE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8</m:t>
                    </m:r>
                  </m:den>
                </m:f>
                <m:r>
                  <w:rPr>
                    <w:rFonts w:ascii="Cambria Math" w:hAnsi="Cambria Math" w:cs="Tahoma"/>
                  </w:rPr>
                  <m:t>÷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7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</w:tc>
      </w:tr>
      <w:tr w:rsidR="00C6765F" w:rsidRPr="00C240D5" w14:paraId="02717925" w14:textId="77777777" w:rsidTr="00A1371A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4A5B2A4E" w14:textId="0DF5A7F1" w:rsidR="000740DB" w:rsidRDefault="00665D34" w:rsidP="00665D34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These are similar triangles.</w:t>
            </w:r>
            <w:r>
              <w:rPr>
                <w:rFonts w:ascii="Century Gothic" w:hAnsi="Century Gothic"/>
              </w:rPr>
              <w:br/>
              <w:t xml:space="preserve">Work out the value of </w:t>
            </w:r>
            <m:oMath>
              <m:r>
                <w:rPr>
                  <w:rFonts w:ascii="Cambria Math" w:hAnsi="Cambria Math"/>
                </w:rPr>
                <m:t>y</m:t>
              </m:r>
            </m:oMath>
          </w:p>
          <w:p w14:paraId="683B8A61" w14:textId="252EA935" w:rsidR="00665D34" w:rsidRPr="00A1371A" w:rsidRDefault="002460CE" w:rsidP="00665D34">
            <w:pPr>
              <w:spacing w:before="120" w:after="0"/>
              <w:rPr>
                <w:rFonts w:ascii="Century Gothic" w:hAnsi="Century Gothic"/>
              </w:rPr>
            </w:pPr>
            <w:r w:rsidRPr="00665D34">
              <w:rPr>
                <w:rFonts w:ascii="Century Gothic" w:hAnsi="Century Gothic"/>
              </w:rPr>
              <w:drawing>
                <wp:inline distT="0" distB="0" distL="0" distR="0" wp14:anchorId="0A1E16EC" wp14:editId="3F6205D8">
                  <wp:extent cx="2407534" cy="789784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2718" cy="79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A1371A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35867634" w14:textId="0C3E0ECF" w:rsidR="00C6765F" w:rsidRPr="00A844B6" w:rsidRDefault="005E3FC2" w:rsidP="00F35C69">
            <w:pPr>
              <w:spacing w:before="120" w:after="0"/>
              <w:rPr>
                <w:rFonts w:ascii="Century Gothic" w:hAnsi="Century Gothic"/>
              </w:rPr>
            </w:pPr>
            <w:r w:rsidRPr="00A844B6">
              <w:rPr>
                <w:rFonts w:ascii="Century Gothic" w:hAnsi="Century Gothic" w:cs="Tahoma"/>
              </w:rPr>
              <w:t>The probability of Lucas eating pasta, cheese and cucumber for tea is 0.9.  What is the probability of him not eating pasta, cheese and cucumber for tea?</w:t>
            </w: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7C0BE49E" w:rsid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22775C"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4ABE64F4" w:rsidR="00C6765F" w:rsidRPr="009F6C6A" w:rsidRDefault="0022775C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78D30703" wp14:editId="0F81783F">
                  <wp:extent cx="1238250" cy="683406"/>
                  <wp:effectExtent l="0" t="0" r="0" b="254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683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0533B318" w:rsidR="00525119" w:rsidRDefault="002460CE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C4C0152" wp14:editId="57E79EBC">
            <wp:simplePos x="0" y="0"/>
            <wp:positionH relativeFrom="column">
              <wp:posOffset>6054090</wp:posOffset>
            </wp:positionH>
            <wp:positionV relativeFrom="paragraph">
              <wp:posOffset>3993482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1760AE">
        <w:rPr>
          <w:rFonts w:ascii="Segoe Print" w:hAnsi="Segoe Print"/>
          <w:b/>
          <w:sz w:val="24"/>
        </w:rPr>
        <w:t>7</w:t>
      </w:r>
      <w:r w:rsidR="00950AD6">
        <w:rPr>
          <w:rFonts w:ascii="Segoe Print" w:hAnsi="Segoe Print"/>
          <w:b/>
          <w:sz w:val="24"/>
        </w:rPr>
        <w:t>.</w:t>
      </w:r>
      <w:r w:rsidR="00A71E06">
        <w:rPr>
          <w:rFonts w:ascii="Segoe Print" w:hAnsi="Segoe Print"/>
          <w:b/>
          <w:sz w:val="24"/>
        </w:rPr>
        <w:t>2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72D8CA73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01DB9165" w14:textId="5F658DA8" w:rsidR="002460CE" w:rsidRDefault="002460CE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55F84830" w14:textId="77777777" w:rsidR="002460CE" w:rsidRDefault="002460CE" w:rsidP="00E20822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2460CE" w:rsidRPr="000A63AF" w14:paraId="193F4781" w14:textId="77777777" w:rsidTr="00E35066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44C31190" w14:textId="77777777" w:rsidR="002460CE" w:rsidRPr="00C240D5" w:rsidRDefault="002460CE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0A85A20C" w14:textId="77777777" w:rsidR="002460CE" w:rsidRPr="004C52E2" w:rsidRDefault="002460CE" w:rsidP="00E35066">
            <w:pPr>
              <w:spacing w:before="120"/>
              <w:rPr>
                <w:rFonts w:ascii="Century Gothic" w:hAnsi="Century Gothic"/>
              </w:rPr>
            </w:pPr>
            <w:r w:rsidRPr="004C52E2">
              <w:rPr>
                <w:rFonts w:ascii="Century Gothic" w:hAnsi="Century Gothic" w:cs="Tahoma"/>
              </w:rPr>
              <w:t>Joe has 50p and Lucas has £3.  Write the ratio of money for Joe and Lucas in its simplest form.</w:t>
            </w:r>
          </w:p>
        </w:tc>
        <w:tc>
          <w:tcPr>
            <w:tcW w:w="567" w:type="dxa"/>
            <w:tcBorders>
              <w:right w:val="nil"/>
            </w:tcBorders>
          </w:tcPr>
          <w:p w14:paraId="43A66CF1" w14:textId="77777777" w:rsidR="002460CE" w:rsidRPr="00A1371A" w:rsidRDefault="002460CE" w:rsidP="00E35066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62AE376F" w14:textId="77777777" w:rsidR="002460CE" w:rsidRPr="001E2A93" w:rsidRDefault="002460CE" w:rsidP="00E35066">
            <w:pPr>
              <w:spacing w:before="120" w:after="0"/>
              <w:rPr>
                <w:rFonts w:ascii="Century Gothic" w:hAnsi="Century Gothic" w:cs="Tahoma"/>
              </w:rPr>
            </w:pPr>
            <w:r w:rsidRPr="001E2A93">
              <w:rPr>
                <w:rFonts w:ascii="Century Gothic" w:hAnsi="Century Gothic" w:cs="Tahoma"/>
              </w:rPr>
              <w:t>Write the answers in their simplest form</w:t>
            </w:r>
          </w:p>
          <w:p w14:paraId="50918E04" w14:textId="77777777" w:rsidR="002460CE" w:rsidRPr="002460CE" w:rsidRDefault="002460CE" w:rsidP="00E35066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8</m:t>
                    </m:r>
                  </m:den>
                </m:f>
                <m:r>
                  <w:rPr>
                    <w:rFonts w:ascii="Cambria Math" w:hAnsi="Cambria Math" w:cs="Tahoma"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7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  <w:p w14:paraId="7B02107B" w14:textId="77777777" w:rsidR="002460CE" w:rsidRPr="001E2A93" w:rsidRDefault="002460CE" w:rsidP="00E35066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8</m:t>
                    </m:r>
                  </m:den>
                </m:f>
                <m:r>
                  <w:rPr>
                    <w:rFonts w:ascii="Cambria Math" w:hAnsi="Cambria Math" w:cs="Tahoma"/>
                  </w:rPr>
                  <m:t>÷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7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</w:tc>
      </w:tr>
      <w:tr w:rsidR="002460CE" w:rsidRPr="00C240D5" w14:paraId="712673FC" w14:textId="77777777" w:rsidTr="00E35066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BA6ED6A" w14:textId="77777777" w:rsidR="002460CE" w:rsidRPr="00C240D5" w:rsidRDefault="002460CE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3DEED546" w14:textId="77777777" w:rsidR="002460CE" w:rsidRDefault="002460CE" w:rsidP="00E35066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These are similar triangles.</w:t>
            </w:r>
            <w:r>
              <w:rPr>
                <w:rFonts w:ascii="Century Gothic" w:hAnsi="Century Gothic"/>
              </w:rPr>
              <w:br/>
              <w:t xml:space="preserve">Work out the value of </w:t>
            </w:r>
            <m:oMath>
              <m:r>
                <w:rPr>
                  <w:rFonts w:ascii="Cambria Math" w:hAnsi="Cambria Math"/>
                </w:rPr>
                <m:t>y</m:t>
              </m:r>
            </m:oMath>
          </w:p>
          <w:p w14:paraId="0E78A923" w14:textId="77777777" w:rsidR="002460CE" w:rsidRPr="00A1371A" w:rsidRDefault="002460CE" w:rsidP="00E35066">
            <w:pPr>
              <w:spacing w:before="120" w:after="0"/>
              <w:rPr>
                <w:rFonts w:ascii="Century Gothic" w:hAnsi="Century Gothic"/>
              </w:rPr>
            </w:pPr>
            <w:r w:rsidRPr="00665D34">
              <w:rPr>
                <w:rFonts w:ascii="Century Gothic" w:hAnsi="Century Gothic"/>
              </w:rPr>
              <w:drawing>
                <wp:inline distT="0" distB="0" distL="0" distR="0" wp14:anchorId="26AE15E8" wp14:editId="7F8B3D2B">
                  <wp:extent cx="2407534" cy="789784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2718" cy="79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5FD5ADD" w14:textId="77777777" w:rsidR="002460CE" w:rsidRPr="00A1371A" w:rsidRDefault="002460CE" w:rsidP="00E35066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23939E23" w14:textId="77777777" w:rsidR="002460CE" w:rsidRPr="00A844B6" w:rsidRDefault="002460CE" w:rsidP="00E35066">
            <w:pPr>
              <w:spacing w:before="120" w:after="0"/>
              <w:rPr>
                <w:rFonts w:ascii="Century Gothic" w:hAnsi="Century Gothic"/>
              </w:rPr>
            </w:pPr>
            <w:r w:rsidRPr="00A844B6">
              <w:rPr>
                <w:rFonts w:ascii="Century Gothic" w:hAnsi="Century Gothic" w:cs="Tahoma"/>
              </w:rPr>
              <w:t>The probability of Lucas eating pasta, cheese and cucumber for tea is 0.9.  What is the probability of him not eating pasta, cheese and cucumber for tea?</w:t>
            </w:r>
          </w:p>
        </w:tc>
      </w:tr>
      <w:tr w:rsidR="002460CE" w:rsidRPr="00C240D5" w14:paraId="2E1F6D5D" w14:textId="77777777" w:rsidTr="00E35066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6B3C917E" w14:textId="77777777" w:rsidR="002460CE" w:rsidRPr="00C240D5" w:rsidRDefault="002460CE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0DA66DDC" w14:textId="77777777" w:rsidR="002460CE" w:rsidRDefault="002460CE" w:rsidP="00E35066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4D157BB" w14:textId="77777777" w:rsidR="002460CE" w:rsidRPr="009F6C6A" w:rsidRDefault="002460CE" w:rsidP="00E35066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80768" behindDoc="0" locked="0" layoutInCell="1" allowOverlap="1" wp14:anchorId="1BB69D4C" wp14:editId="47BD3E0E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721424</wp:posOffset>
                  </wp:positionV>
                  <wp:extent cx="572135" cy="401320"/>
                  <wp:effectExtent l="0" t="0" r="0" b="508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420289EF" wp14:editId="76727069">
                  <wp:extent cx="1238250" cy="683406"/>
                  <wp:effectExtent l="0" t="0" r="0" b="254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683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B346C1" w14:textId="77777777" w:rsidR="002460CE" w:rsidRDefault="002460CE" w:rsidP="002460CE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9744" behindDoc="0" locked="0" layoutInCell="1" allowOverlap="1" wp14:anchorId="1F4F5D24" wp14:editId="42B4DE42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6" name="Picture 2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8720" behindDoc="0" locked="0" layoutInCell="1" allowOverlap="1" wp14:anchorId="2FBF5BF3" wp14:editId="5B37482D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7" name="Picture 2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27.2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54953D8C" w14:textId="784DE4DA" w:rsidR="00E50F92" w:rsidRDefault="00E50F92" w:rsidP="00326247">
      <w:pPr>
        <w:spacing w:after="120"/>
        <w:rPr>
          <w:rFonts w:ascii="Segoe Print" w:hAnsi="Segoe Print"/>
          <w:b/>
          <w:sz w:val="24"/>
        </w:rPr>
      </w:pP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0BFCF5C" w14:textId="77777777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433C"/>
    <w:rsid w:val="000740DB"/>
    <w:rsid w:val="000A43CA"/>
    <w:rsid w:val="000A63AF"/>
    <w:rsid w:val="000E162B"/>
    <w:rsid w:val="00105331"/>
    <w:rsid w:val="00125C71"/>
    <w:rsid w:val="001760AE"/>
    <w:rsid w:val="001826A9"/>
    <w:rsid w:val="001D513F"/>
    <w:rsid w:val="001E2A93"/>
    <w:rsid w:val="0020147F"/>
    <w:rsid w:val="00213C21"/>
    <w:rsid w:val="0022775C"/>
    <w:rsid w:val="00242309"/>
    <w:rsid w:val="002460CE"/>
    <w:rsid w:val="00247FD4"/>
    <w:rsid w:val="002A3B06"/>
    <w:rsid w:val="002B14A3"/>
    <w:rsid w:val="002C5377"/>
    <w:rsid w:val="002D5D86"/>
    <w:rsid w:val="00326247"/>
    <w:rsid w:val="00333535"/>
    <w:rsid w:val="003356C4"/>
    <w:rsid w:val="00344FB5"/>
    <w:rsid w:val="00353B71"/>
    <w:rsid w:val="00390E5A"/>
    <w:rsid w:val="003D55FD"/>
    <w:rsid w:val="003F51D8"/>
    <w:rsid w:val="004008D8"/>
    <w:rsid w:val="00493EE3"/>
    <w:rsid w:val="004A26C7"/>
    <w:rsid w:val="004C52E2"/>
    <w:rsid w:val="004F073D"/>
    <w:rsid w:val="0050136B"/>
    <w:rsid w:val="00505FC9"/>
    <w:rsid w:val="00523173"/>
    <w:rsid w:val="00525119"/>
    <w:rsid w:val="005D37DE"/>
    <w:rsid w:val="005E3FC2"/>
    <w:rsid w:val="00611673"/>
    <w:rsid w:val="0064471D"/>
    <w:rsid w:val="00665D34"/>
    <w:rsid w:val="00666CDC"/>
    <w:rsid w:val="0066773D"/>
    <w:rsid w:val="006E6A1A"/>
    <w:rsid w:val="0070003E"/>
    <w:rsid w:val="00705472"/>
    <w:rsid w:val="00734D85"/>
    <w:rsid w:val="00782957"/>
    <w:rsid w:val="007B4226"/>
    <w:rsid w:val="007E2C1A"/>
    <w:rsid w:val="0090117B"/>
    <w:rsid w:val="0090585D"/>
    <w:rsid w:val="00950AD6"/>
    <w:rsid w:val="0099142F"/>
    <w:rsid w:val="009A72D8"/>
    <w:rsid w:val="009F6C6A"/>
    <w:rsid w:val="00A1371A"/>
    <w:rsid w:val="00A5698F"/>
    <w:rsid w:val="00A71E06"/>
    <w:rsid w:val="00A844B6"/>
    <w:rsid w:val="00AD3C1A"/>
    <w:rsid w:val="00B40DC9"/>
    <w:rsid w:val="00B64A68"/>
    <w:rsid w:val="00BE7AC9"/>
    <w:rsid w:val="00BF0512"/>
    <w:rsid w:val="00C11472"/>
    <w:rsid w:val="00C240D5"/>
    <w:rsid w:val="00C41860"/>
    <w:rsid w:val="00C55B29"/>
    <w:rsid w:val="00C6765F"/>
    <w:rsid w:val="00D253BC"/>
    <w:rsid w:val="00D27DA8"/>
    <w:rsid w:val="00D51195"/>
    <w:rsid w:val="00D723BE"/>
    <w:rsid w:val="00D974EA"/>
    <w:rsid w:val="00DB511B"/>
    <w:rsid w:val="00DC16B5"/>
    <w:rsid w:val="00DD6ED1"/>
    <w:rsid w:val="00DF5FFD"/>
    <w:rsid w:val="00E01F39"/>
    <w:rsid w:val="00E20822"/>
    <w:rsid w:val="00E50F92"/>
    <w:rsid w:val="00E54E19"/>
    <w:rsid w:val="00E56494"/>
    <w:rsid w:val="00E7749A"/>
    <w:rsid w:val="00EA0CA1"/>
    <w:rsid w:val="00EC4CCA"/>
    <w:rsid w:val="00F04FE3"/>
    <w:rsid w:val="00F3252F"/>
    <w:rsid w:val="00F35C69"/>
    <w:rsid w:val="00F43DAF"/>
    <w:rsid w:val="00F55BE2"/>
    <w:rsid w:val="00F8683A"/>
    <w:rsid w:val="00FB0E81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6</cp:revision>
  <cp:lastPrinted>2019-05-06T15:37:00Z</cp:lastPrinted>
  <dcterms:created xsi:type="dcterms:W3CDTF">2019-05-06T15:37:00Z</dcterms:created>
  <dcterms:modified xsi:type="dcterms:W3CDTF">2019-05-06T15:39:00Z</dcterms:modified>
</cp:coreProperties>
</file>